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45B8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60F3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3F0D95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20.08.2019 № 270</w:t>
            </w:r>
            <w:bookmarkStart w:id="0" w:name="_GoBack"/>
            <w:bookmarkEnd w:id="0"/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 xml:space="preserve">                                                        </w:t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="00455228">
        <w:rPr>
          <w:rFonts w:ascii="Times New Roman" w:hAnsi="Times New Roman"/>
          <w:sz w:val="28"/>
          <w:szCs w:val="24"/>
        </w:rPr>
        <w:t xml:space="preserve">                                                      </w:t>
      </w:r>
    </w:p>
    <w:p w:rsidR="00662A15" w:rsidRDefault="00455228" w:rsidP="004A111C">
      <w:pPr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«Таблица № 2.</w:t>
      </w:r>
      <w:r w:rsidR="00DA7AA8">
        <w:rPr>
          <w:rFonts w:ascii="Times New Roman" w:hAnsi="Times New Roman"/>
          <w:sz w:val="28"/>
          <w:szCs w:val="24"/>
        </w:rPr>
        <w:t>1</w:t>
      </w:r>
      <w:r w:rsidR="00CF0D73" w:rsidRPr="00BC044A">
        <w:rPr>
          <w:rFonts w:ascii="Times New Roman" w:hAnsi="Times New Roman"/>
          <w:sz w:val="28"/>
          <w:szCs w:val="24"/>
        </w:rPr>
        <w:tab/>
        <w:t xml:space="preserve">                                                    </w:t>
      </w:r>
    </w:p>
    <w:p w:rsidR="00455228" w:rsidRDefault="00CF0D73" w:rsidP="00662A15">
      <w:pPr>
        <w:jc w:val="center"/>
        <w:rPr>
          <w:rFonts w:ascii="Times New Roman" w:hAnsi="Times New Roman"/>
          <w:sz w:val="28"/>
          <w:szCs w:val="28"/>
        </w:rPr>
      </w:pPr>
      <w:r w:rsidRPr="00BC044A">
        <w:rPr>
          <w:rFonts w:ascii="Times New Roman" w:hAnsi="Times New Roman"/>
          <w:sz w:val="28"/>
          <w:szCs w:val="24"/>
        </w:rPr>
        <w:t xml:space="preserve">   </w:t>
      </w:r>
      <w:r w:rsidR="00455228" w:rsidRPr="00455228">
        <w:rPr>
          <w:rFonts w:ascii="Times New Roman" w:hAnsi="Times New Roman"/>
          <w:sz w:val="28"/>
          <w:szCs w:val="28"/>
        </w:rPr>
        <w:t>Ресурсное обесп</w:t>
      </w:r>
      <w:r w:rsidR="00455228">
        <w:rPr>
          <w:rFonts w:ascii="Times New Roman" w:hAnsi="Times New Roman"/>
          <w:sz w:val="28"/>
          <w:szCs w:val="28"/>
        </w:rPr>
        <w:t>ечение реализации подпрограммы №</w:t>
      </w:r>
      <w:r w:rsidR="00455228" w:rsidRPr="00455228">
        <w:rPr>
          <w:rFonts w:ascii="Times New Roman" w:hAnsi="Times New Roman"/>
          <w:sz w:val="28"/>
          <w:szCs w:val="28"/>
        </w:rPr>
        <w:t xml:space="preserve"> </w:t>
      </w:r>
      <w:r w:rsidR="00DA0E74">
        <w:rPr>
          <w:rFonts w:ascii="Times New Roman" w:hAnsi="Times New Roman"/>
          <w:sz w:val="28"/>
          <w:szCs w:val="28"/>
        </w:rPr>
        <w:t>4</w:t>
      </w:r>
      <w:r w:rsidR="00455228" w:rsidRPr="00455228">
        <w:rPr>
          <w:rFonts w:ascii="Times New Roman" w:hAnsi="Times New Roman"/>
          <w:sz w:val="28"/>
          <w:szCs w:val="28"/>
        </w:rPr>
        <w:t xml:space="preserve"> </w:t>
      </w:r>
    </w:p>
    <w:p w:rsidR="00662A15" w:rsidRPr="00455228" w:rsidRDefault="00455228" w:rsidP="00662A15">
      <w:pPr>
        <w:jc w:val="center"/>
        <w:rPr>
          <w:rFonts w:ascii="Times New Roman" w:hAnsi="Times New Roman"/>
          <w:sz w:val="28"/>
          <w:szCs w:val="28"/>
        </w:rPr>
      </w:pPr>
      <w:r w:rsidRPr="00455228">
        <w:rPr>
          <w:rFonts w:ascii="Times New Roman" w:hAnsi="Times New Roman"/>
          <w:sz w:val="28"/>
          <w:szCs w:val="28"/>
        </w:rPr>
        <w:t>(2017-202</w:t>
      </w:r>
      <w:r>
        <w:rPr>
          <w:rFonts w:ascii="Times New Roman" w:hAnsi="Times New Roman"/>
          <w:sz w:val="28"/>
          <w:szCs w:val="28"/>
        </w:rPr>
        <w:t>4</w:t>
      </w:r>
      <w:r w:rsidR="00C36AA4">
        <w:rPr>
          <w:rFonts w:ascii="Times New Roman" w:hAnsi="Times New Roman"/>
          <w:sz w:val="28"/>
          <w:szCs w:val="28"/>
        </w:rPr>
        <w:t xml:space="preserve"> годы</w:t>
      </w:r>
      <w:r w:rsidR="005928C7">
        <w:rPr>
          <w:rFonts w:ascii="Times New Roman" w:hAnsi="Times New Roman"/>
          <w:sz w:val="28"/>
          <w:szCs w:val="28"/>
        </w:rPr>
        <w:t>)</w:t>
      </w:r>
    </w:p>
    <w:p w:rsidR="00455228" w:rsidRPr="001030FD" w:rsidRDefault="00455228" w:rsidP="00EF7A1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1030FD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55228" w:rsidRPr="00662A15" w:rsidTr="001470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Наименование Программы (подпрограммы), иной программы,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Объемы ресурсного обеспечения</w:t>
            </w:r>
          </w:p>
        </w:tc>
      </w:tr>
      <w:tr w:rsidR="004A111C" w:rsidRPr="00662A15" w:rsidTr="001470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C5D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итого                   2017-202</w:t>
            </w:r>
            <w:r w:rsidR="0096321B" w:rsidRPr="00511CF7">
              <w:rPr>
                <w:rFonts w:ascii="Times New Roman" w:hAnsi="Times New Roman"/>
                <w:sz w:val="22"/>
                <w:szCs w:val="22"/>
              </w:rPr>
              <w:t>4</w:t>
            </w:r>
            <w:r w:rsidRPr="00511CF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</w:tbl>
    <w:p w:rsidR="00831FA3" w:rsidRPr="00831FA3" w:rsidRDefault="00831FA3">
      <w:pPr>
        <w:rPr>
          <w:rFonts w:ascii="Times New Roman" w:hAnsi="Times New Roman"/>
          <w:sz w:val="2"/>
          <w:szCs w:val="2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A111C" w:rsidRPr="00E45B8C" w:rsidTr="00147077">
        <w:trPr>
          <w:trHeight w:val="1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A111C" w:rsidRPr="00E45B8C" w:rsidTr="00D2088A">
        <w:trPr>
          <w:cantSplit/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D20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  <w:r w:rsidR="00D2088A" w:rsidRPr="00E45B8C">
              <w:rPr>
                <w:rFonts w:ascii="Times New Roman" w:hAnsi="Times New Roman" w:cs="Times New Roman"/>
              </w:rPr>
              <w:t xml:space="preserve"> </w:t>
            </w:r>
            <w:r w:rsidR="00366C05" w:rsidRPr="00E45B8C">
              <w:rPr>
                <w:rFonts w:ascii="Times New Roman" w:hAnsi="Times New Roman" w:cs="Times New Roman"/>
              </w:rPr>
              <w:t>/              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605025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394137" w:rsidP="001206B1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5312</w:t>
            </w:r>
            <w:r w:rsidR="001206B1" w:rsidRPr="00E45B8C">
              <w:rPr>
                <w:rFonts w:ascii="Times New Roman" w:hAnsi="Times New Roman" w:cs="Times New Roman"/>
              </w:rPr>
              <w:t>357</w:t>
            </w:r>
            <w:r w:rsidRPr="00E45B8C">
              <w:rPr>
                <w:rFonts w:ascii="Times New Roman" w:hAnsi="Times New Roman" w:cs="Times New Roman"/>
              </w:rPr>
              <w:t>,31397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6416383,46016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6529403,65342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8516860,86342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8390498,011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4721131,5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8C6BD1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52</w:t>
            </w:r>
            <w:r w:rsidR="00260F39" w:rsidRPr="00E45B8C">
              <w:rPr>
                <w:rFonts w:ascii="Times New Roman" w:hAnsi="Times New Roman" w:cs="Times New Roman"/>
              </w:rPr>
              <w:t>889555,31467</w:t>
            </w:r>
          </w:p>
        </w:tc>
      </w:tr>
      <w:tr w:rsidR="00455228" w:rsidRPr="00E45B8C" w:rsidTr="00D2088A">
        <w:trPr>
          <w:cantSplit/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831FA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  <w:r w:rsidR="00EF7A1F" w:rsidRPr="00E45B8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E45B8C" w:rsidTr="00D2088A">
        <w:trPr>
          <w:cantSplit/>
          <w:trHeight w:val="15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Содержание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E45B8C">
              <w:rPr>
                <w:rFonts w:ascii="Times New Roman" w:hAnsi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2145327,72692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17638799,88547</w:t>
            </w:r>
          </w:p>
        </w:tc>
      </w:tr>
      <w:tr w:rsidR="00511CF7" w:rsidRPr="00E45B8C" w:rsidTr="00511CF7">
        <w:trPr>
          <w:cantSplit/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4552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831FA3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527" w:rsidRPr="00E45B8C" w:rsidTr="0022394B">
        <w:trPr>
          <w:cantSplit/>
          <w:trHeight w:val="161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113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0F39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2145327,72692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0F39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16993954,88547</w:t>
            </w:r>
          </w:p>
        </w:tc>
      </w:tr>
      <w:tr w:rsidR="0009319D" w:rsidRPr="00E45B8C" w:rsidTr="0022394B">
        <w:trPr>
          <w:cantSplit/>
          <w:trHeight w:val="10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644845</w:t>
            </w:r>
          </w:p>
        </w:tc>
      </w:tr>
      <w:tr w:rsidR="00511CF7" w:rsidRPr="00E45B8C" w:rsidTr="0022394B">
        <w:trPr>
          <w:cantSplit/>
          <w:trHeight w:val="13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5128492,90982</w:t>
            </w:r>
          </w:p>
        </w:tc>
      </w:tr>
      <w:tr w:rsidR="0009319D" w:rsidRPr="00E45B8C" w:rsidTr="0009319D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0E1D7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4483647,90982</w:t>
            </w:r>
          </w:p>
        </w:tc>
      </w:tr>
      <w:tr w:rsidR="00511CF7" w:rsidRPr="00E45B8C" w:rsidTr="00040527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644845</w:t>
            </w:r>
          </w:p>
        </w:tc>
      </w:tr>
      <w:tr w:rsidR="00511CF7" w:rsidRPr="00E45B8C" w:rsidTr="00040527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2143204,91223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12510306,97565</w:t>
            </w:r>
          </w:p>
        </w:tc>
      </w:tr>
      <w:tr w:rsidR="00040527" w:rsidRPr="00E45B8C" w:rsidTr="0022394B">
        <w:trPr>
          <w:cantSplit/>
          <w:trHeight w:val="15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2143204,91223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12510306,97565</w:t>
            </w:r>
          </w:p>
        </w:tc>
      </w:tr>
      <w:tr w:rsidR="00EF6D95" w:rsidRPr="00E45B8C" w:rsidTr="00681D63">
        <w:trPr>
          <w:cantSplit/>
          <w:trHeight w:val="16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Капитальный ремонт и ремонт автомобильных дорог общего пользования регионального или межмуниципального значения и искусственных сооружений на них, в том числе уникальных искусственных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1D2B7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1D2B7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17247175,93317</w:t>
            </w:r>
          </w:p>
        </w:tc>
      </w:tr>
      <w:tr w:rsidR="00EF6D95" w:rsidRPr="00E45B8C" w:rsidTr="00681D6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2394B">
        <w:trPr>
          <w:cantSplit/>
          <w:trHeight w:val="155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607761,04599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9011601,78217</w:t>
            </w:r>
          </w:p>
        </w:tc>
      </w:tr>
      <w:tr w:rsidR="004421AA" w:rsidRPr="00E45B8C" w:rsidTr="0022394B">
        <w:trPr>
          <w:cantSplit/>
          <w:trHeight w:val="1410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8235574,151</w:t>
            </w:r>
          </w:p>
        </w:tc>
      </w:tr>
      <w:tr w:rsidR="004421AA" w:rsidRPr="00E45B8C" w:rsidTr="004421AA">
        <w:trPr>
          <w:cantSplit/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2483410,78376</w:t>
            </w:r>
          </w:p>
        </w:tc>
      </w:tr>
      <w:tr w:rsidR="004421AA" w:rsidRPr="00E45B8C" w:rsidTr="004421AA">
        <w:trPr>
          <w:cantSplit/>
          <w:trHeight w:val="15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1643036,63276</w:t>
            </w:r>
          </w:p>
        </w:tc>
      </w:tr>
      <w:tr w:rsidR="004421AA" w:rsidRPr="00E45B8C" w:rsidTr="004421AA">
        <w:trPr>
          <w:cantSplit/>
          <w:trHeight w:val="11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840374,151</w:t>
            </w:r>
          </w:p>
        </w:tc>
      </w:tr>
      <w:tr w:rsidR="0022394B" w:rsidRPr="00E45B8C" w:rsidTr="004421AA">
        <w:trPr>
          <w:cantSplit/>
          <w:trHeight w:val="11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607761,04599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14763765,14941</w:t>
            </w:r>
          </w:p>
        </w:tc>
      </w:tr>
      <w:tr w:rsidR="0022394B" w:rsidRPr="00E45B8C" w:rsidTr="0022394B">
        <w:trPr>
          <w:cantSplit/>
          <w:trHeight w:val="15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607761,04599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7368565,14941</w:t>
            </w:r>
          </w:p>
        </w:tc>
      </w:tr>
      <w:tr w:rsidR="004421AA" w:rsidRPr="00E45B8C" w:rsidTr="00EF6D95">
        <w:trPr>
          <w:cantSplit/>
          <w:trHeight w:val="10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7395200</w:t>
            </w:r>
          </w:p>
        </w:tc>
      </w:tr>
      <w:tr w:rsidR="00EF6D95" w:rsidRPr="00E45B8C" w:rsidTr="00EF6D95">
        <w:trPr>
          <w:cantSplit/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Строительство и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4956779,09776</w:t>
            </w:r>
          </w:p>
        </w:tc>
      </w:tr>
      <w:tr w:rsidR="00EF6D95" w:rsidRPr="00E45B8C" w:rsidTr="00EF6D95">
        <w:trPr>
          <w:cantSplit/>
          <w:trHeight w:val="3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D95" w:rsidRPr="00E45B8C" w:rsidTr="00EF6D95">
        <w:trPr>
          <w:cantSplit/>
          <w:trHeight w:val="14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3711507,63776</w:t>
            </w:r>
          </w:p>
        </w:tc>
      </w:tr>
      <w:tr w:rsidR="00EF6D95" w:rsidRPr="00E45B8C" w:rsidTr="00EF6D95">
        <w:trPr>
          <w:cantSplit/>
          <w:trHeight w:val="13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1245271,46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710252,90504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485687,95604</w:t>
            </w:r>
          </w:p>
        </w:tc>
      </w:tr>
      <w:tr w:rsidR="00EF6D95" w:rsidRPr="00E45B8C" w:rsidTr="00EF6D95">
        <w:trPr>
          <w:cantSplit/>
          <w:trHeight w:val="12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224564,949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42</w:t>
            </w:r>
            <w:r w:rsidR="00260F39" w:rsidRPr="00E45B8C">
              <w:rPr>
                <w:rFonts w:ascii="Times New Roman" w:hAnsi="Times New Roman" w:cs="Times New Roman"/>
              </w:rPr>
              <w:t>46526,19272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3225819,68172</w:t>
            </w:r>
          </w:p>
        </w:tc>
      </w:tr>
      <w:tr w:rsidR="00EF6D95" w:rsidRPr="00E45B8C" w:rsidTr="00511CF7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1020706,511</w:t>
            </w:r>
          </w:p>
        </w:tc>
      </w:tr>
      <w:tr w:rsidR="0009319D" w:rsidRPr="00E45B8C" w:rsidTr="0009319D">
        <w:trPr>
          <w:cantSplit/>
          <w:trHeight w:val="20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208036,549</w:t>
            </w:r>
          </w:p>
        </w:tc>
      </w:tr>
      <w:tr w:rsidR="0009319D" w:rsidRPr="00E45B8C" w:rsidTr="00511CF7">
        <w:trPr>
          <w:cantSplit/>
          <w:trHeight w:val="3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19D" w:rsidRPr="00E45B8C" w:rsidTr="0009319D">
        <w:trPr>
          <w:cantSplit/>
          <w:trHeight w:val="10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208036,549</w:t>
            </w:r>
          </w:p>
        </w:tc>
      </w:tr>
      <w:tr w:rsidR="0009319D" w:rsidRPr="00E45B8C" w:rsidTr="0009319D">
        <w:trPr>
          <w:cantSplit/>
          <w:trHeight w:val="31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0931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(реконструкцию), капитальный ремонт, ремонт и содержание социально значимых объектов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0931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2122438,18222</w:t>
            </w:r>
          </w:p>
        </w:tc>
      </w:tr>
      <w:tr w:rsidR="0009319D" w:rsidRPr="00E45B8C" w:rsidTr="00147077">
        <w:trPr>
          <w:cantSplit/>
          <w:trHeight w:val="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2394B">
        <w:trPr>
          <w:cantSplit/>
          <w:trHeight w:val="1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2122438,18222</w:t>
            </w:r>
          </w:p>
        </w:tc>
      </w:tr>
      <w:tr w:rsidR="0009319D" w:rsidRPr="00E45B8C" w:rsidTr="00FF2F18">
        <w:trPr>
          <w:cantSplit/>
          <w:trHeight w:val="18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D02784" w:rsidP="00D027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284647,08258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727262,00258</w:t>
            </w:r>
          </w:p>
        </w:tc>
      </w:tr>
      <w:tr w:rsidR="0009319D" w:rsidRPr="00E45B8C" w:rsidTr="00FF2F18">
        <w:trPr>
          <w:cantSplit/>
          <w:trHeight w:val="2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19D" w:rsidRPr="00E45B8C" w:rsidTr="00A83837">
        <w:trPr>
          <w:cantSplit/>
          <w:trHeight w:val="14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91313,66541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278483,20541</w:t>
            </w:r>
          </w:p>
        </w:tc>
      </w:tr>
      <w:tr w:rsidR="0009319D" w:rsidRPr="00E45B8C" w:rsidTr="00511CF7">
        <w:trPr>
          <w:cantSplit/>
          <w:trHeight w:val="15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448778,79717</w:t>
            </w:r>
          </w:p>
        </w:tc>
      </w:tr>
      <w:tr w:rsidR="00D2088A" w:rsidRPr="00E45B8C" w:rsidTr="00003924">
        <w:trPr>
          <w:cantSplit/>
          <w:trHeight w:val="14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1751571,01824</w:t>
            </w:r>
          </w:p>
        </w:tc>
      </w:tr>
      <w:tr w:rsidR="00D2088A" w:rsidRPr="00E45B8C" w:rsidTr="004F0D3D">
        <w:trPr>
          <w:cantSplit/>
          <w:trHeight w:val="34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088A" w:rsidRPr="00E45B8C" w:rsidTr="00D2088A">
        <w:trPr>
          <w:cantSplit/>
          <w:trHeight w:val="14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842A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1751571,01824</w:t>
            </w:r>
          </w:p>
        </w:tc>
      </w:tr>
      <w:tr w:rsidR="00C054CF" w:rsidRPr="00E45B8C" w:rsidTr="00D2088A">
        <w:trPr>
          <w:cantSplit/>
          <w:trHeight w:val="14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D02784" w:rsidP="007558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муниципальным образованиям на строительство и реконструкцию автомобильных дорог общего пользования </w:t>
            </w:r>
            <w:r w:rsidR="0075581C" w:rsidRPr="00E45B8C">
              <w:rPr>
                <w:rFonts w:ascii="Times New Roman" w:hAnsi="Times New Roman"/>
                <w:sz w:val="22"/>
                <w:szCs w:val="22"/>
              </w:rPr>
              <w:t xml:space="preserve">местного значения </w:t>
            </w:r>
            <w:r w:rsidR="00524EAF" w:rsidRPr="00E45B8C">
              <w:rPr>
                <w:rFonts w:ascii="Times New Roman" w:hAnsi="Times New Roman"/>
                <w:sz w:val="22"/>
                <w:szCs w:val="22"/>
              </w:rPr>
              <w:t>с твердым покрытием,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159164,5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159652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328816,5</w:t>
            </w:r>
          </w:p>
        </w:tc>
      </w:tr>
      <w:tr w:rsidR="00D2088A" w:rsidRPr="00E45B8C" w:rsidTr="00D2088A">
        <w:trPr>
          <w:cantSplit/>
          <w:trHeight w:val="3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54CF" w:rsidRPr="00E45B8C" w:rsidTr="00D2088A">
        <w:trPr>
          <w:cantSplit/>
          <w:trHeight w:val="14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C054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104000</w:t>
            </w:r>
          </w:p>
        </w:tc>
      </w:tr>
      <w:tr w:rsidR="00C054CF" w:rsidRPr="00E45B8C" w:rsidTr="00D2088A">
        <w:trPr>
          <w:cantSplit/>
          <w:trHeight w:val="11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224816,5</w:t>
            </w:r>
          </w:p>
        </w:tc>
      </w:tr>
      <w:tr w:rsidR="004421AA" w:rsidRPr="00E45B8C" w:rsidTr="00D2088A">
        <w:trPr>
          <w:cantSplit/>
          <w:trHeight w:val="16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  <w:r w:rsidR="004421AA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Обеспечение реализации мероприятий в области дорожного хозяйства Рязанской области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30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159284,61545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1259485,24623</w:t>
            </w:r>
          </w:p>
        </w:tc>
      </w:tr>
      <w:tr w:rsidR="004421AA" w:rsidRPr="00E45B8C" w:rsidTr="004421AA">
        <w:trPr>
          <w:cantSplit/>
          <w:trHeight w:val="2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1AA" w:rsidRPr="00E45B8C" w:rsidTr="00D2088A">
        <w:trPr>
          <w:cantSplit/>
          <w:trHeight w:val="15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159284,61545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1259485,24623</w:t>
            </w:r>
          </w:p>
        </w:tc>
      </w:tr>
      <w:tr w:rsidR="004421AA" w:rsidRPr="00E45B8C" w:rsidTr="00D2088A">
        <w:trPr>
          <w:cantSplit/>
          <w:trHeight w:val="15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339089,64656</w:t>
            </w:r>
          </w:p>
        </w:tc>
      </w:tr>
      <w:tr w:rsidR="00E41991" w:rsidRPr="00E45B8C" w:rsidTr="004421AA">
        <w:trPr>
          <w:cantSplit/>
          <w:trHeight w:val="14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260F39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260F39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339089,64656</w:t>
            </w:r>
          </w:p>
        </w:tc>
      </w:tr>
      <w:tr w:rsidR="004421AA" w:rsidRPr="00E45B8C" w:rsidTr="00216563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127584,19967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920395,59967</w:t>
            </w:r>
          </w:p>
        </w:tc>
      </w:tr>
      <w:tr w:rsidR="004421AA" w:rsidRPr="00E45B8C" w:rsidTr="00216563">
        <w:trPr>
          <w:cantSplit/>
          <w:trHeight w:val="1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6563" w:rsidRPr="00E45B8C" w:rsidRDefault="00216563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0F39" w:rsidRPr="00E45B8C" w:rsidRDefault="00260F39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0F39" w:rsidRPr="00E45B8C" w:rsidRDefault="00260F39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127584,19967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920395,59967</w:t>
            </w:r>
          </w:p>
        </w:tc>
      </w:tr>
      <w:tr w:rsidR="00C054CF" w:rsidRPr="00E45B8C" w:rsidTr="00D2088A">
        <w:trPr>
          <w:cantSplit/>
          <w:trHeight w:val="9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4C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  <w:r w:rsidR="00C054CF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EF6D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Повышение качества транспортного обслуживания населения общественным транспортом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D20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</w:tr>
      <w:tr w:rsidR="00D2088A" w:rsidRPr="00E45B8C" w:rsidTr="001A0FE4">
        <w:trPr>
          <w:cantSplit/>
          <w:trHeight w:val="3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54CF" w:rsidRPr="00E45B8C" w:rsidTr="00D2088A">
        <w:trPr>
          <w:cantSplit/>
          <w:trHeight w:val="9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2135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</w:tr>
      <w:tr w:rsidR="0022394B" w:rsidRPr="00E45B8C" w:rsidTr="0022394B">
        <w:trPr>
          <w:cantSplit/>
          <w:trHeight w:val="286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63" w:rsidRPr="00E45B8C" w:rsidRDefault="00216563" w:rsidP="0021656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Мероприятия по реализации регионального проекта «Дорожная сеть (Рязанская область)</w:t>
            </w:r>
            <w:r w:rsidR="002C7EB0" w:rsidRPr="00E45B8C">
              <w:rPr>
                <w:rFonts w:ascii="Times New Roman" w:hAnsi="Times New Roman"/>
                <w:sz w:val="23"/>
                <w:szCs w:val="23"/>
              </w:rPr>
              <w:t>»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216563" w:rsidRPr="00E45B8C" w:rsidRDefault="001030FD" w:rsidP="0021656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направленны</w:t>
            </w:r>
            <w:r w:rsidR="00E45B8C">
              <w:rPr>
                <w:rFonts w:ascii="Times New Roman" w:hAnsi="Times New Roman"/>
                <w:sz w:val="23"/>
                <w:szCs w:val="23"/>
              </w:rPr>
              <w:t>е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 на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 достижение результатов 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реализации 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федерального проекта «Дорожная сеть» </w:t>
            </w:r>
          </w:p>
          <w:p w:rsidR="0022394B" w:rsidRPr="00E45B8C" w:rsidRDefault="00216563" w:rsidP="001030F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3"/>
                <w:szCs w:val="23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  <w:r w:rsidR="0021357F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Содержание автомобильных дорог </w:t>
            </w:r>
            <w:r w:rsidR="00835D97" w:rsidRPr="00E45B8C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общего пользования регионального </w:t>
            </w:r>
            <w:r w:rsidR="00835D97" w:rsidRPr="00E45B8C">
              <w:rPr>
                <w:rFonts w:ascii="Times New Roman" w:hAnsi="Times New Roman"/>
                <w:sz w:val="22"/>
                <w:szCs w:val="22"/>
              </w:rPr>
              <w:t xml:space="preserve">                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или межмуниципального значения и </w:t>
            </w:r>
          </w:p>
          <w:p w:rsidR="00835D97" w:rsidRPr="00E45B8C" w:rsidRDefault="0021357F" w:rsidP="00835D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искусственных сооружений </w:t>
            </w:r>
            <w:proofErr w:type="gramStart"/>
            <w:r w:rsidRPr="00E45B8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260F39" w:rsidRPr="00E45B8C" w:rsidRDefault="0021357F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них</w:t>
            </w:r>
          </w:p>
          <w:p w:rsidR="00D2088A" w:rsidRPr="00E45B8C" w:rsidRDefault="00D2088A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10778,49234</w:t>
            </w:r>
          </w:p>
        </w:tc>
      </w:tr>
      <w:tr w:rsidR="0021357F" w:rsidRPr="00E45B8C" w:rsidTr="00D2088A">
        <w:trPr>
          <w:cantSplit/>
          <w:trHeight w:val="2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4687,83034</w:t>
            </w:r>
          </w:p>
        </w:tc>
      </w:tr>
      <w:tr w:rsidR="0021357F" w:rsidRPr="00E45B8C" w:rsidTr="0021357F">
        <w:trPr>
          <w:cantSplit/>
          <w:trHeight w:val="11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6090,662</w:t>
            </w:r>
          </w:p>
        </w:tc>
      </w:tr>
      <w:tr w:rsidR="0022394B" w:rsidRPr="00E45B8C" w:rsidTr="0021357F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Капитальный ремонт и ремонт </w:t>
            </w:r>
          </w:p>
          <w:p w:rsidR="0022394B" w:rsidRPr="00E45B8C" w:rsidRDefault="0022394B" w:rsidP="0022394B">
            <w:pPr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</w:t>
            </w:r>
          </w:p>
          <w:p w:rsidR="0022394B" w:rsidRPr="00E45B8C" w:rsidRDefault="0022394B" w:rsidP="0022394B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регионального или межмуниципального значения и искусственных сооружений на них,  в том числе уникальных искусственных сооружений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1965750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4816962,40766</w:t>
            </w:r>
          </w:p>
        </w:tc>
      </w:tr>
      <w:tr w:rsidR="00D2088A" w:rsidRPr="00E45B8C" w:rsidTr="00B95184">
        <w:trPr>
          <w:cantSplit/>
          <w:trHeight w:val="2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1357F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1235750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1421362,16966</w:t>
            </w:r>
          </w:p>
        </w:tc>
      </w:tr>
      <w:tr w:rsidR="0022394B" w:rsidRPr="00E45B8C" w:rsidTr="00511CF7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C63B69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3395600,238</w:t>
            </w:r>
          </w:p>
        </w:tc>
      </w:tr>
      <w:tr w:rsidR="0022394B" w:rsidRPr="00E45B8C" w:rsidTr="00424FEB">
        <w:trPr>
          <w:cantSplit/>
          <w:trHeight w:val="122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D" w:rsidRPr="00E45B8C" w:rsidRDefault="0022394B" w:rsidP="0022394B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муниципальным образованиям на реконструкцию, капитальный ремонт, ремонт </w:t>
            </w:r>
          </w:p>
          <w:p w:rsidR="0022394B" w:rsidRPr="00E45B8C" w:rsidRDefault="0022394B" w:rsidP="00051E3C">
            <w:pPr>
              <w:ind w:right="-103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  <w:r w:rsidR="00051E3C"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639700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1769700</w:t>
            </w:r>
          </w:p>
        </w:tc>
      </w:tr>
      <w:tr w:rsidR="00D2088A" w:rsidRPr="00E45B8C" w:rsidTr="00014782">
        <w:trPr>
          <w:cantSplit/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681D97">
            <w:pPr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16563">
        <w:trPr>
          <w:cantSplit/>
          <w:trHeight w:val="93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51E3C" w:rsidRPr="00E45B8C" w:rsidRDefault="00051E3C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639700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1769700</w:t>
            </w:r>
          </w:p>
        </w:tc>
      </w:tr>
      <w:tr w:rsidR="0022394B" w:rsidRPr="00E45B8C" w:rsidTr="002272A5">
        <w:trPr>
          <w:cantSplit/>
          <w:trHeight w:val="395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63" w:rsidRPr="00E45B8C" w:rsidRDefault="00216563" w:rsidP="00216563">
            <w:pPr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Мероприятия по реализации регионального проекта «Общесистемные меры развития дорожного хозяйства (Рязанская область)</w:t>
            </w:r>
            <w:r w:rsidR="002C7EB0" w:rsidRPr="00E45B8C">
              <w:rPr>
                <w:rFonts w:ascii="Times New Roman" w:hAnsi="Times New Roman"/>
                <w:sz w:val="23"/>
                <w:szCs w:val="23"/>
              </w:rPr>
              <w:t>»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216563" w:rsidRPr="00E45B8C" w:rsidRDefault="001030FD" w:rsidP="00216563">
            <w:pPr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направленны</w:t>
            </w:r>
            <w:r w:rsidR="00E45B8C">
              <w:rPr>
                <w:rFonts w:ascii="Times New Roman" w:hAnsi="Times New Roman"/>
                <w:sz w:val="23"/>
                <w:szCs w:val="23"/>
              </w:rPr>
              <w:t>е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 на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 достижение результатов 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реализации 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>федерального проекта «Общесистемные меры развития дорожного хозяйства»</w:t>
            </w:r>
          </w:p>
          <w:p w:rsidR="0022394B" w:rsidRPr="00E45B8C" w:rsidRDefault="00216563" w:rsidP="001030F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3"/>
                <w:szCs w:val="23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051E3C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  <w:r w:rsidR="00051E3C"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</w:t>
            </w:r>
          </w:p>
        </w:tc>
      </w:tr>
      <w:tr w:rsidR="00D2088A" w:rsidRPr="00E45B8C" w:rsidTr="004B2454">
        <w:trPr>
          <w:cantSplit/>
          <w:trHeight w:val="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57F" w:rsidRPr="00E45B8C" w:rsidTr="00511CF7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</w:t>
            </w:r>
          </w:p>
        </w:tc>
      </w:tr>
      <w:tr w:rsidR="0022394B" w:rsidRPr="00E45B8C" w:rsidTr="00147077">
        <w:trPr>
          <w:cantSplit/>
          <w:trHeight w:val="1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45B8C"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 w:rsidRPr="00E45B8C">
              <w:rPr>
                <w:rFonts w:ascii="Times New Roman" w:hAnsi="Times New Roman"/>
                <w:sz w:val="22"/>
                <w:szCs w:val="22"/>
              </w:rPr>
              <w:t>: суммарный объем бюджетных ассигнований муниципальных дорожных фондов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302829,61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292828,92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FB54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281276,373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293589,4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353076,4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369835,4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1893436,103</w:t>
            </w:r>
          </w:p>
        </w:tc>
      </w:tr>
      <w:tr w:rsidR="0022394B" w:rsidRPr="00E45B8C" w:rsidTr="00511CF7">
        <w:trPr>
          <w:cantSplit/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45B8C"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 w:rsidRPr="00E45B8C">
              <w:rPr>
                <w:rFonts w:ascii="Times New Roman" w:hAnsi="Times New Roman"/>
                <w:sz w:val="22"/>
                <w:szCs w:val="22"/>
              </w:rPr>
              <w:t>: объем бюджетных ассигнований Федерального дорожного фонда, направленных (планируемых) на реализацию мероприятий подпрограммы, всего</w:t>
            </w:r>
          </w:p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1054935,41717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2110210,7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13180270,29717</w:t>
            </w:r>
          </w:p>
        </w:tc>
      </w:tr>
      <w:tr w:rsidR="0022394B" w:rsidRPr="00E45B8C" w:rsidTr="00147077">
        <w:trPr>
          <w:cantSplit/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511CF7">
        <w:trPr>
          <w:cantSplit/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03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в рамках федеральной целевой </w:t>
            </w:r>
            <w:hyperlink r:id="rId12" w:history="1">
              <w:r w:rsidRPr="00E45B8C">
                <w:rPr>
                  <w:rFonts w:ascii="Times New Roman" w:hAnsi="Times New Roman"/>
                  <w:color w:val="000000" w:themeColor="text1"/>
                  <w:sz w:val="22"/>
                  <w:szCs w:val="22"/>
                </w:rPr>
                <w:t>программы</w:t>
              </w:r>
            </w:hyperlink>
            <w:r w:rsidRPr="00E45B8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Устойчивое развитие сельских территорий на 2014-2017 годы и на период до 2020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162650,14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162650,14</w:t>
            </w:r>
          </w:p>
        </w:tc>
      </w:tr>
      <w:tr w:rsidR="0022394B" w:rsidRPr="00E45B8C" w:rsidTr="00511CF7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C" w:rsidRPr="00E45B8C" w:rsidRDefault="0022394B" w:rsidP="00E45B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в рамках Государственной программы развития сельского хозяйства и регулирования рынков сельскохозяйственной продукции, сырья и продовольствия </w:t>
            </w:r>
          </w:p>
          <w:p w:rsidR="0022394B" w:rsidRPr="00E45B8C" w:rsidRDefault="0022394B" w:rsidP="00103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361853,21717</w:t>
            </w:r>
          </w:p>
        </w:tc>
      </w:tr>
      <w:tr w:rsidR="00C054CF" w:rsidRPr="00E45B8C" w:rsidTr="00C054CF">
        <w:trPr>
          <w:cantSplit/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в рамках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224816,5</w:t>
            </w:r>
          </w:p>
        </w:tc>
      </w:tr>
      <w:tr w:rsidR="0022394B" w:rsidRPr="00E45B8C" w:rsidTr="00C054CF">
        <w:trPr>
          <w:cantSplit/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C054C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22394B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Иные межбюджетные трансферт</w:t>
            </w:r>
            <w:r w:rsidR="00076D4B" w:rsidRPr="00E45B8C">
              <w:rPr>
                <w:rFonts w:ascii="Times New Roman" w:hAnsi="Times New Roman"/>
                <w:sz w:val="22"/>
                <w:szCs w:val="22"/>
              </w:rPr>
              <w:t>ы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772457,54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861602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1941690,9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12430950,44</w:t>
            </w:r>
          </w:p>
        </w:tc>
      </w:tr>
    </w:tbl>
    <w:p w:rsidR="00662A15" w:rsidRDefault="00662A15" w:rsidP="00662A15">
      <w:pPr>
        <w:rPr>
          <w:rFonts w:ascii="Times New Roman" w:hAnsi="Times New Roman"/>
        </w:rPr>
      </w:pPr>
    </w:p>
    <w:tbl>
      <w:tblPr>
        <w:tblW w:w="14498" w:type="dxa"/>
        <w:tblLook w:val="04A0" w:firstRow="1" w:lastRow="0" w:firstColumn="1" w:lastColumn="0" w:noHBand="0" w:noVBand="1"/>
      </w:tblPr>
      <w:tblGrid>
        <w:gridCol w:w="2054"/>
        <w:gridCol w:w="12444"/>
      </w:tblGrid>
      <w:tr w:rsidR="00147077" w:rsidRPr="001030FD" w:rsidTr="001030FD">
        <w:tc>
          <w:tcPr>
            <w:tcW w:w="2054" w:type="dxa"/>
            <w:shd w:val="clear" w:color="auto" w:fill="auto"/>
          </w:tcPr>
          <w:p w:rsidR="00147077" w:rsidRPr="001030FD" w:rsidRDefault="00147077" w:rsidP="001030F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030FD">
              <w:rPr>
                <w:rFonts w:ascii="Times New Roman" w:hAnsi="Times New Roman"/>
                <w:sz w:val="22"/>
                <w:szCs w:val="22"/>
              </w:rPr>
              <w:t>Примечание</w:t>
            </w:r>
            <w:r w:rsidR="00FF2F18" w:rsidRPr="001030FD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2444" w:type="dxa"/>
            <w:shd w:val="clear" w:color="auto" w:fill="auto"/>
          </w:tcPr>
          <w:p w:rsidR="000B3ECA" w:rsidRPr="001030FD" w:rsidRDefault="000B3ECA" w:rsidP="001030FD">
            <w:pPr>
              <w:ind w:left="-113"/>
              <w:rPr>
                <w:rFonts w:ascii="Times New Roman" w:hAnsi="Times New Roman"/>
                <w:sz w:val="22"/>
                <w:szCs w:val="22"/>
              </w:rPr>
            </w:pPr>
            <w:r w:rsidRPr="001030FD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hyperlink w:anchor="Par332" w:history="1">
              <w:r w:rsidRPr="001030FD">
                <w:t>пункте 2</w:t>
              </w:r>
            </w:hyperlink>
            <w:r w:rsidRPr="001030FD">
              <w:rPr>
                <w:rFonts w:ascii="Times New Roman" w:hAnsi="Times New Roman"/>
                <w:sz w:val="22"/>
                <w:szCs w:val="22"/>
              </w:rPr>
              <w:t xml:space="preserve"> указывается объем ассигнований муниципальных дорожных фондов без учета межбюджетных  трансфертов</w:t>
            </w:r>
            <w:proofErr w:type="gramStart"/>
            <w:r w:rsidRPr="001030FD">
              <w:rPr>
                <w:rFonts w:ascii="Times New Roman" w:hAnsi="Times New Roman"/>
                <w:sz w:val="22"/>
                <w:szCs w:val="22"/>
              </w:rPr>
              <w:t>.»</w:t>
            </w:r>
            <w:r w:rsidR="00A23388" w:rsidRPr="001030FD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</w:tc>
      </w:tr>
    </w:tbl>
    <w:p w:rsidR="001030FD" w:rsidRPr="001030FD" w:rsidRDefault="001030FD" w:rsidP="00D74377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sectPr w:rsidR="001030FD" w:rsidRPr="001030FD" w:rsidSect="006A5DAF">
      <w:headerReference w:type="default" r:id="rId13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EC" w:rsidRDefault="008B10EC">
      <w:r>
        <w:separator/>
      </w:r>
    </w:p>
  </w:endnote>
  <w:endnote w:type="continuationSeparator" w:id="0">
    <w:p w:rsidR="008B10EC" w:rsidRDefault="008B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 wp14:anchorId="673A0C45" wp14:editId="38F5A63B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2F7063E" wp14:editId="19B74614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E45B8C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10172  19.08.2019 11:37:48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EC" w:rsidRDefault="008B10EC">
      <w:r>
        <w:separator/>
      </w:r>
    </w:p>
  </w:footnote>
  <w:footnote w:type="continuationSeparator" w:id="0">
    <w:p w:rsidR="008B10EC" w:rsidRDefault="008B1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39091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39091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F0D95">
      <w:rPr>
        <w:rStyle w:val="a8"/>
        <w:rFonts w:ascii="Times New Roman" w:hAnsi="Times New Roman"/>
        <w:noProof/>
        <w:sz w:val="28"/>
        <w:szCs w:val="28"/>
      </w:rPr>
      <w:t>15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05pt;height:11.8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30105"/>
    <w:rsid w:val="000331B3"/>
    <w:rsid w:val="00033413"/>
    <w:rsid w:val="00037C0C"/>
    <w:rsid w:val="00040527"/>
    <w:rsid w:val="000502A3"/>
    <w:rsid w:val="00051B8C"/>
    <w:rsid w:val="00051E3C"/>
    <w:rsid w:val="00056DEB"/>
    <w:rsid w:val="00065C52"/>
    <w:rsid w:val="00073A7A"/>
    <w:rsid w:val="00076D4B"/>
    <w:rsid w:val="00076D5E"/>
    <w:rsid w:val="00084DD3"/>
    <w:rsid w:val="000917C0"/>
    <w:rsid w:val="00092145"/>
    <w:rsid w:val="0009319D"/>
    <w:rsid w:val="00095862"/>
    <w:rsid w:val="000B0736"/>
    <w:rsid w:val="000B3ECA"/>
    <w:rsid w:val="000B7975"/>
    <w:rsid w:val="000C651D"/>
    <w:rsid w:val="000E166B"/>
    <w:rsid w:val="000F2B84"/>
    <w:rsid w:val="000F5BB8"/>
    <w:rsid w:val="001030FD"/>
    <w:rsid w:val="001032A2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B0982"/>
    <w:rsid w:val="001B32BA"/>
    <w:rsid w:val="001B7E90"/>
    <w:rsid w:val="001C5DC8"/>
    <w:rsid w:val="001D2B72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3046"/>
    <w:rsid w:val="00205AB5"/>
    <w:rsid w:val="0021357F"/>
    <w:rsid w:val="00216563"/>
    <w:rsid w:val="0022394B"/>
    <w:rsid w:val="00224DBA"/>
    <w:rsid w:val="00231F1C"/>
    <w:rsid w:val="00242DDB"/>
    <w:rsid w:val="0024596D"/>
    <w:rsid w:val="002479A2"/>
    <w:rsid w:val="00254677"/>
    <w:rsid w:val="002548C3"/>
    <w:rsid w:val="0026087E"/>
    <w:rsid w:val="00260F39"/>
    <w:rsid w:val="00261C74"/>
    <w:rsid w:val="00261DE0"/>
    <w:rsid w:val="00265420"/>
    <w:rsid w:val="00271F1F"/>
    <w:rsid w:val="002743AC"/>
    <w:rsid w:val="00274E14"/>
    <w:rsid w:val="00280A6D"/>
    <w:rsid w:val="00280FC4"/>
    <w:rsid w:val="00284A49"/>
    <w:rsid w:val="002863EC"/>
    <w:rsid w:val="00286ECA"/>
    <w:rsid w:val="002953B6"/>
    <w:rsid w:val="002B42FF"/>
    <w:rsid w:val="002B7A59"/>
    <w:rsid w:val="002C5339"/>
    <w:rsid w:val="002C6B4B"/>
    <w:rsid w:val="002C7EB0"/>
    <w:rsid w:val="002D4371"/>
    <w:rsid w:val="002D60AF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33D63"/>
    <w:rsid w:val="003510D1"/>
    <w:rsid w:val="003531F7"/>
    <w:rsid w:val="00357E36"/>
    <w:rsid w:val="00360A40"/>
    <w:rsid w:val="00366C05"/>
    <w:rsid w:val="003716BC"/>
    <w:rsid w:val="00377D74"/>
    <w:rsid w:val="003839C7"/>
    <w:rsid w:val="00386103"/>
    <w:rsid w:val="003870C2"/>
    <w:rsid w:val="00390917"/>
    <w:rsid w:val="0039301B"/>
    <w:rsid w:val="00394137"/>
    <w:rsid w:val="003C2FA5"/>
    <w:rsid w:val="003C7F07"/>
    <w:rsid w:val="003D3B8A"/>
    <w:rsid w:val="003D54F8"/>
    <w:rsid w:val="003D6773"/>
    <w:rsid w:val="003E2B5D"/>
    <w:rsid w:val="003E71BC"/>
    <w:rsid w:val="003F0D95"/>
    <w:rsid w:val="003F1F69"/>
    <w:rsid w:val="003F4F5E"/>
    <w:rsid w:val="00400906"/>
    <w:rsid w:val="0040111C"/>
    <w:rsid w:val="00407222"/>
    <w:rsid w:val="0042590E"/>
    <w:rsid w:val="00437F65"/>
    <w:rsid w:val="004421AA"/>
    <w:rsid w:val="004504E0"/>
    <w:rsid w:val="00451D08"/>
    <w:rsid w:val="0045433D"/>
    <w:rsid w:val="00455228"/>
    <w:rsid w:val="004600FD"/>
    <w:rsid w:val="00460FEA"/>
    <w:rsid w:val="00463091"/>
    <w:rsid w:val="004729EE"/>
    <w:rsid w:val="004734B7"/>
    <w:rsid w:val="00481B88"/>
    <w:rsid w:val="00485B4F"/>
    <w:rsid w:val="004862D1"/>
    <w:rsid w:val="00490CD2"/>
    <w:rsid w:val="0049293C"/>
    <w:rsid w:val="004A111C"/>
    <w:rsid w:val="004B2D5A"/>
    <w:rsid w:val="004B327C"/>
    <w:rsid w:val="004D293D"/>
    <w:rsid w:val="004E402F"/>
    <w:rsid w:val="004F1D67"/>
    <w:rsid w:val="004F44FE"/>
    <w:rsid w:val="00505F6F"/>
    <w:rsid w:val="00511CF7"/>
    <w:rsid w:val="00512A47"/>
    <w:rsid w:val="00524EAF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2538"/>
    <w:rsid w:val="005838EA"/>
    <w:rsid w:val="00585EE1"/>
    <w:rsid w:val="00590C0E"/>
    <w:rsid w:val="005928C7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5F4454"/>
    <w:rsid w:val="0060035A"/>
    <w:rsid w:val="006013EB"/>
    <w:rsid w:val="0060479E"/>
    <w:rsid w:val="00604BE7"/>
    <w:rsid w:val="00605025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71D3B"/>
    <w:rsid w:val="006738B9"/>
    <w:rsid w:val="00684A5B"/>
    <w:rsid w:val="00686FC9"/>
    <w:rsid w:val="006870FE"/>
    <w:rsid w:val="006A1F71"/>
    <w:rsid w:val="006A322F"/>
    <w:rsid w:val="006A5DAF"/>
    <w:rsid w:val="006A6D02"/>
    <w:rsid w:val="006A704D"/>
    <w:rsid w:val="006B2990"/>
    <w:rsid w:val="006C3040"/>
    <w:rsid w:val="006D2674"/>
    <w:rsid w:val="006D3D91"/>
    <w:rsid w:val="006E2179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42F61"/>
    <w:rsid w:val="00745D3F"/>
    <w:rsid w:val="00746CC2"/>
    <w:rsid w:val="00747F07"/>
    <w:rsid w:val="0075581C"/>
    <w:rsid w:val="00760323"/>
    <w:rsid w:val="0076032D"/>
    <w:rsid w:val="00765600"/>
    <w:rsid w:val="00767BB4"/>
    <w:rsid w:val="00775B4C"/>
    <w:rsid w:val="00780136"/>
    <w:rsid w:val="007838D8"/>
    <w:rsid w:val="00791C9F"/>
    <w:rsid w:val="00792AAB"/>
    <w:rsid w:val="00793B47"/>
    <w:rsid w:val="007A1D0C"/>
    <w:rsid w:val="007A2A7B"/>
    <w:rsid w:val="007D016E"/>
    <w:rsid w:val="007D1CD3"/>
    <w:rsid w:val="007D3FF6"/>
    <w:rsid w:val="007D4925"/>
    <w:rsid w:val="007E0A93"/>
    <w:rsid w:val="007E426F"/>
    <w:rsid w:val="007E5B73"/>
    <w:rsid w:val="007F0C8A"/>
    <w:rsid w:val="007F11AB"/>
    <w:rsid w:val="008143CB"/>
    <w:rsid w:val="00823CA1"/>
    <w:rsid w:val="00826043"/>
    <w:rsid w:val="00827699"/>
    <w:rsid w:val="00830CA5"/>
    <w:rsid w:val="00831FA3"/>
    <w:rsid w:val="00835D97"/>
    <w:rsid w:val="008418F4"/>
    <w:rsid w:val="0084321C"/>
    <w:rsid w:val="008513B9"/>
    <w:rsid w:val="00852891"/>
    <w:rsid w:val="0086615C"/>
    <w:rsid w:val="008702D3"/>
    <w:rsid w:val="00875959"/>
    <w:rsid w:val="00876034"/>
    <w:rsid w:val="00876701"/>
    <w:rsid w:val="00880005"/>
    <w:rsid w:val="008827E7"/>
    <w:rsid w:val="00891265"/>
    <w:rsid w:val="0089621F"/>
    <w:rsid w:val="008A1696"/>
    <w:rsid w:val="008A191D"/>
    <w:rsid w:val="008B10EC"/>
    <w:rsid w:val="008C191D"/>
    <w:rsid w:val="008C5264"/>
    <w:rsid w:val="008C58FE"/>
    <w:rsid w:val="008C6BD1"/>
    <w:rsid w:val="008E6C41"/>
    <w:rsid w:val="008F0816"/>
    <w:rsid w:val="008F6BB7"/>
    <w:rsid w:val="00900F42"/>
    <w:rsid w:val="00901EA2"/>
    <w:rsid w:val="009108C0"/>
    <w:rsid w:val="00914808"/>
    <w:rsid w:val="00932E3C"/>
    <w:rsid w:val="0094480E"/>
    <w:rsid w:val="00945D13"/>
    <w:rsid w:val="0095236F"/>
    <w:rsid w:val="009546C2"/>
    <w:rsid w:val="009573D3"/>
    <w:rsid w:val="009627A3"/>
    <w:rsid w:val="0096321B"/>
    <w:rsid w:val="00963E33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9E5265"/>
    <w:rsid w:val="00A06428"/>
    <w:rsid w:val="00A06629"/>
    <w:rsid w:val="00A1314B"/>
    <w:rsid w:val="00A13160"/>
    <w:rsid w:val="00A137D3"/>
    <w:rsid w:val="00A23388"/>
    <w:rsid w:val="00A3754B"/>
    <w:rsid w:val="00A376EC"/>
    <w:rsid w:val="00A42B5F"/>
    <w:rsid w:val="00A44A8F"/>
    <w:rsid w:val="00A515E7"/>
    <w:rsid w:val="00A51D96"/>
    <w:rsid w:val="00A532F7"/>
    <w:rsid w:val="00A54812"/>
    <w:rsid w:val="00A56101"/>
    <w:rsid w:val="00A61EED"/>
    <w:rsid w:val="00A668C7"/>
    <w:rsid w:val="00A72E6E"/>
    <w:rsid w:val="00A9066B"/>
    <w:rsid w:val="00A96F84"/>
    <w:rsid w:val="00AC3953"/>
    <w:rsid w:val="00AC7150"/>
    <w:rsid w:val="00AD24DA"/>
    <w:rsid w:val="00AD5B91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31825"/>
    <w:rsid w:val="00B376B1"/>
    <w:rsid w:val="00B55650"/>
    <w:rsid w:val="00B620D9"/>
    <w:rsid w:val="00B633DB"/>
    <w:rsid w:val="00B639ED"/>
    <w:rsid w:val="00B66A8C"/>
    <w:rsid w:val="00B8061C"/>
    <w:rsid w:val="00B8389A"/>
    <w:rsid w:val="00B83BA2"/>
    <w:rsid w:val="00B853AA"/>
    <w:rsid w:val="00B875BF"/>
    <w:rsid w:val="00B91F62"/>
    <w:rsid w:val="00BB143E"/>
    <w:rsid w:val="00BB2C98"/>
    <w:rsid w:val="00BC044A"/>
    <w:rsid w:val="00BD0B82"/>
    <w:rsid w:val="00BD7AD8"/>
    <w:rsid w:val="00BD7EA9"/>
    <w:rsid w:val="00BE0E9C"/>
    <w:rsid w:val="00BE3198"/>
    <w:rsid w:val="00BE35C3"/>
    <w:rsid w:val="00BF4F5F"/>
    <w:rsid w:val="00BF78A8"/>
    <w:rsid w:val="00C04EEB"/>
    <w:rsid w:val="00C054CF"/>
    <w:rsid w:val="00C075A4"/>
    <w:rsid w:val="00C07F79"/>
    <w:rsid w:val="00C108FF"/>
    <w:rsid w:val="00C10F12"/>
    <w:rsid w:val="00C11826"/>
    <w:rsid w:val="00C22019"/>
    <w:rsid w:val="00C36AA4"/>
    <w:rsid w:val="00C46D42"/>
    <w:rsid w:val="00C50C32"/>
    <w:rsid w:val="00C545EA"/>
    <w:rsid w:val="00C57D2A"/>
    <w:rsid w:val="00C60178"/>
    <w:rsid w:val="00C61760"/>
    <w:rsid w:val="00C63B69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1402"/>
    <w:rsid w:val="00CD328F"/>
    <w:rsid w:val="00CF03D8"/>
    <w:rsid w:val="00CF0D73"/>
    <w:rsid w:val="00CF610B"/>
    <w:rsid w:val="00CF7B1F"/>
    <w:rsid w:val="00D015D5"/>
    <w:rsid w:val="00D02784"/>
    <w:rsid w:val="00D03D68"/>
    <w:rsid w:val="00D2088A"/>
    <w:rsid w:val="00D266DD"/>
    <w:rsid w:val="00D32B04"/>
    <w:rsid w:val="00D3598E"/>
    <w:rsid w:val="00D374E7"/>
    <w:rsid w:val="00D4400B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A0E74"/>
    <w:rsid w:val="00DA7AA8"/>
    <w:rsid w:val="00DB3664"/>
    <w:rsid w:val="00DB42DB"/>
    <w:rsid w:val="00DC16FB"/>
    <w:rsid w:val="00DC4A65"/>
    <w:rsid w:val="00DC4F66"/>
    <w:rsid w:val="00DD2716"/>
    <w:rsid w:val="00DD6EFA"/>
    <w:rsid w:val="00DF7212"/>
    <w:rsid w:val="00E10B44"/>
    <w:rsid w:val="00E11666"/>
    <w:rsid w:val="00E11F02"/>
    <w:rsid w:val="00E14227"/>
    <w:rsid w:val="00E2726B"/>
    <w:rsid w:val="00E32E86"/>
    <w:rsid w:val="00E3581B"/>
    <w:rsid w:val="00E37801"/>
    <w:rsid w:val="00E41991"/>
    <w:rsid w:val="00E45B8C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EF6D95"/>
    <w:rsid w:val="00EF7A1F"/>
    <w:rsid w:val="00F06EFB"/>
    <w:rsid w:val="00F1529E"/>
    <w:rsid w:val="00F16F07"/>
    <w:rsid w:val="00F30213"/>
    <w:rsid w:val="00F32125"/>
    <w:rsid w:val="00F45975"/>
    <w:rsid w:val="00F45B7C"/>
    <w:rsid w:val="00F45FCE"/>
    <w:rsid w:val="00F55110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71EE"/>
    <w:rsid w:val="00FD1366"/>
    <w:rsid w:val="00FE0822"/>
    <w:rsid w:val="00FE3A1D"/>
    <w:rsid w:val="00FE5175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  <w:style w:type="character" w:styleId="ac">
    <w:name w:val="Hyperlink"/>
    <w:basedOn w:val="a0"/>
    <w:rsid w:val="00103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E2A7D6986EE3A9E3A87511496BB5BBCA7CB35958581E2D34C05FA5F0C138D9789C47AABD4A781701330FB0L3T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9A7EF-E77C-4176-81BA-590E89D9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1107</TotalTime>
  <Pages>15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106</cp:revision>
  <cp:lastPrinted>2019-08-19T08:41:00Z</cp:lastPrinted>
  <dcterms:created xsi:type="dcterms:W3CDTF">2016-02-04T06:26:00Z</dcterms:created>
  <dcterms:modified xsi:type="dcterms:W3CDTF">2019-08-21T11:07:00Z</dcterms:modified>
</cp:coreProperties>
</file>